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5DDCCAF6" w:rsidR="00201690" w:rsidRDefault="00392C2A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5</w:t>
      </w:r>
      <w:bookmarkStart w:id="0" w:name="_GoBack"/>
      <w:bookmarkEnd w:id="0"/>
    </w:p>
    <w:p w14:paraId="09380CC5" w14:textId="6E7F8762" w:rsidR="002F447F" w:rsidRPr="002F447F" w:rsidRDefault="00392C2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392C2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MR53_2022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Servisní prohlídky, údržba, opravy, havarijní opravy, revize a kontroly záložních zdrojů elektrické energie v objektech ČRo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0E449A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92C2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0E449A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92C2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(jméno a </w:t>
            </w:r>
            <w:r w:rsidRPr="00F002A0">
              <w:rPr>
                <w:rFonts w:ascii="Arial" w:hAnsi="Arial" w:cs="Arial"/>
                <w:sz w:val="18"/>
                <w:szCs w:val="18"/>
              </w:rPr>
              <w:t>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E449A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392C2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E449A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E449A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E449A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E449A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E449A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E449A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0E449A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E449A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0E449A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92C2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E449A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92C2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E449A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8E" w14:textId="77777777" w:rsidR="00201690" w:rsidRPr="00F002A0" w:rsidRDefault="00392C2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E449A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E449A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92C2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92C2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92C2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</w:t>
      </w:r>
      <w:r>
        <w:rPr>
          <w:rFonts w:ascii="Arial" w:hAnsi="Arial" w:cs="Arial"/>
          <w:i/>
          <w:sz w:val="18"/>
          <w:szCs w:val="18"/>
        </w:rPr>
        <w:t xml:space="preserve"> než 10 zaměstnanců a roční obrat/rozvaha do 2 mil. EUR)</w:t>
      </w:r>
    </w:p>
    <w:p w14:paraId="4DF09EEF" w14:textId="050253D8" w:rsidR="00FD2E3F" w:rsidRPr="00FD2E3F" w:rsidRDefault="00392C2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92C2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92C2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</w:t>
      </w:r>
      <w:r>
        <w:rPr>
          <w:rFonts w:ascii="Arial" w:hAnsi="Arial" w:cs="Arial"/>
          <w:i/>
          <w:sz w:val="18"/>
          <w:szCs w:val="18"/>
        </w:rPr>
        <w:t>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92C2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92C2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B8B23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2DC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24E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180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D654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C078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EAA7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48FE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00F2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0E449A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92C2A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10</cp:revision>
  <dcterms:created xsi:type="dcterms:W3CDTF">2019-08-26T17:46:00Z</dcterms:created>
  <dcterms:modified xsi:type="dcterms:W3CDTF">2022-11-23T08:19:00Z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