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E6B6B" w14:textId="77777777" w:rsidR="00693F89" w:rsidRPr="00FC7DB3" w:rsidRDefault="00693F89" w:rsidP="00693F89">
      <w:pPr>
        <w:pStyle w:val="20"/>
        <w:shd w:val="clear" w:color="auto" w:fill="auto"/>
        <w:spacing w:after="0" w:line="360" w:lineRule="auto"/>
        <w:ind w:left="3968" w:firstLine="28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0C5BA64A" w14:textId="4C3D79C5" w:rsidR="002A6B66" w:rsidRPr="00FC7DB3" w:rsidRDefault="002A6B66" w:rsidP="001F1164">
      <w:pPr>
        <w:ind w:left="9781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3D72AA">
        <w:rPr>
          <w:rFonts w:asciiTheme="minorHAnsi" w:hAnsiTheme="minorHAnsi" w:cstheme="minorHAnsi"/>
          <w:sz w:val="24"/>
          <w:szCs w:val="24"/>
        </w:rPr>
        <w:t>4</w:t>
      </w:r>
      <w:r w:rsidR="001F1164">
        <w:rPr>
          <w:rFonts w:asciiTheme="minorHAnsi" w:hAnsiTheme="minorHAnsi" w:cstheme="minorHAnsi"/>
          <w:sz w:val="24"/>
          <w:szCs w:val="24"/>
        </w:rPr>
        <w:t xml:space="preserve"> </w:t>
      </w:r>
      <w:r w:rsidR="004C354F">
        <w:rPr>
          <w:rFonts w:asciiTheme="minorHAnsi" w:hAnsiTheme="minorHAnsi" w:cstheme="minorHAnsi"/>
          <w:sz w:val="24"/>
          <w:szCs w:val="24"/>
        </w:rPr>
        <w:t>Z</w:t>
      </w:r>
      <w:r w:rsidRPr="00FC7DB3">
        <w:rPr>
          <w:rFonts w:asciiTheme="minorHAnsi" w:hAnsiTheme="minorHAnsi" w:cstheme="minorHAnsi"/>
          <w:sz w:val="24"/>
          <w:szCs w:val="24"/>
        </w:rPr>
        <w:t xml:space="preserve">mluvy č. 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FD19B3">
        <w:rPr>
          <w:rFonts w:asciiTheme="minorHAnsi" w:hAnsiTheme="minorHAnsi" w:cstheme="minorHAnsi"/>
          <w:sz w:val="24"/>
          <w:szCs w:val="24"/>
        </w:rPr>
        <w:t>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</w:p>
    <w:p w14:paraId="33072420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4019ECA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D3589F1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49F9C53B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2612"/>
        <w:gridCol w:w="4107"/>
        <w:gridCol w:w="4366"/>
        <w:gridCol w:w="2006"/>
      </w:tblGrid>
      <w:tr w:rsidR="002A6B66" w:rsidRPr="00FC7DB3" w14:paraId="19CC403D" w14:textId="77777777" w:rsidTr="001F1164">
        <w:tc>
          <w:tcPr>
            <w:tcW w:w="959" w:type="dxa"/>
          </w:tcPr>
          <w:p w14:paraId="0E104ABE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612" w:type="dxa"/>
          </w:tcPr>
          <w:p w14:paraId="22101A7D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, DIČ, IČ DPH</w:t>
            </w:r>
          </w:p>
        </w:tc>
        <w:tc>
          <w:tcPr>
            <w:tcW w:w="4107" w:type="dxa"/>
          </w:tcPr>
          <w:p w14:paraId="5ED5017A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 osobe oprávnenej konať za subdodávateľa (meno a priezvisko, adresa pobytu, dátum narodenia)</w:t>
            </w:r>
          </w:p>
        </w:tc>
        <w:tc>
          <w:tcPr>
            <w:tcW w:w="4366" w:type="dxa"/>
          </w:tcPr>
          <w:p w14:paraId="2CA69DE2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</w:tcPr>
          <w:p w14:paraId="0F03A48C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30CC2A89" w14:textId="77777777" w:rsidTr="001F1164">
        <w:tc>
          <w:tcPr>
            <w:tcW w:w="959" w:type="dxa"/>
          </w:tcPr>
          <w:p w14:paraId="4BC9328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00A48B7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4386F19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2AEF829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17140B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473D490B" w14:textId="77777777" w:rsidTr="001F1164">
        <w:tc>
          <w:tcPr>
            <w:tcW w:w="959" w:type="dxa"/>
          </w:tcPr>
          <w:p w14:paraId="238887E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47D1D93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588622D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2CF262A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9BE5E8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6E614581" w14:textId="77777777" w:rsidTr="001F1164">
        <w:tc>
          <w:tcPr>
            <w:tcW w:w="959" w:type="dxa"/>
          </w:tcPr>
          <w:p w14:paraId="1528095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3BFACFA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FFD285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E014FF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364D58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71ACEEAF" w14:textId="77777777" w:rsidTr="001F1164">
        <w:tc>
          <w:tcPr>
            <w:tcW w:w="959" w:type="dxa"/>
          </w:tcPr>
          <w:p w14:paraId="24B46A6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3863246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4E791AC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704179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309952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59F80C37" w14:textId="77777777" w:rsidTr="001F1164">
        <w:tc>
          <w:tcPr>
            <w:tcW w:w="959" w:type="dxa"/>
          </w:tcPr>
          <w:p w14:paraId="124D9BC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465DB97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4A20A51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27727C5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E1941A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BF97984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4CB78722" w14:textId="777777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8329D4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37C7F673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0D465E1E" w14:textId="093772DA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Čestne vyhlasujeme, že pri realizácii predmetnej zákazky nebudeme využívať kapacity subdodávateľov. V prípade zmeny budeme o subdodávateľoch informovať </w:t>
      </w:r>
      <w:r w:rsidR="001F1164">
        <w:rPr>
          <w:rFonts w:asciiTheme="minorHAnsi" w:hAnsiTheme="minorHAnsi" w:cstheme="minorHAnsi"/>
          <w:sz w:val="24"/>
          <w:szCs w:val="24"/>
        </w:rPr>
        <w:t>objednávateľa</w:t>
      </w:r>
      <w:r w:rsidRPr="00FC7DB3">
        <w:rPr>
          <w:rFonts w:asciiTheme="minorHAnsi" w:hAnsiTheme="minorHAnsi" w:cstheme="minorHAnsi"/>
          <w:sz w:val="24"/>
          <w:szCs w:val="24"/>
        </w:rPr>
        <w:t xml:space="preserve"> v zmysle príslušných ustanovení zmluvy</w:t>
      </w:r>
      <w:r w:rsidR="001F1164">
        <w:rPr>
          <w:rFonts w:asciiTheme="minorHAnsi" w:hAnsiTheme="minorHAnsi" w:cstheme="minorHAnsi"/>
          <w:sz w:val="24"/>
          <w:szCs w:val="24"/>
        </w:rPr>
        <w:t xml:space="preserve"> o dielo</w:t>
      </w:r>
      <w:r w:rsidRPr="00FC7DB3">
        <w:rPr>
          <w:rFonts w:asciiTheme="minorHAnsi" w:hAnsiTheme="minorHAnsi" w:cstheme="minorHAnsi"/>
          <w:sz w:val="24"/>
          <w:szCs w:val="24"/>
        </w:rPr>
        <w:t>.</w:t>
      </w:r>
    </w:p>
    <w:p w14:paraId="5F954B2F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7D72434E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238D037F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...............................,dňa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73CBD1DC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6D3EE3FF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9E7B8F">
        <w:rPr>
          <w:rFonts w:asciiTheme="minorHAnsi" w:hAnsiTheme="minorHAnsi" w:cstheme="minorHAnsi"/>
          <w:sz w:val="24"/>
          <w:szCs w:val="24"/>
        </w:rPr>
        <w:t>m</w:t>
      </w:r>
      <w:r w:rsidRPr="00FC7DB3">
        <w:rPr>
          <w:rFonts w:asciiTheme="minorHAnsi" w:hAnsiTheme="minorHAnsi" w:cstheme="minorHAnsi"/>
          <w:sz w:val="24"/>
          <w:szCs w:val="24"/>
        </w:rPr>
        <w:t>eno a priezvisko štatutára</w:t>
      </w:r>
    </w:p>
    <w:p w14:paraId="20BDB03D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 xml:space="preserve">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281EDEB7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F26BC" w14:textId="77777777" w:rsidR="001D5CC5" w:rsidRDefault="001D5CC5">
      <w:pPr>
        <w:spacing w:after="0" w:line="240" w:lineRule="auto"/>
      </w:pPr>
      <w:r>
        <w:separator/>
      </w:r>
    </w:p>
  </w:endnote>
  <w:endnote w:type="continuationSeparator" w:id="0">
    <w:p w14:paraId="164753AC" w14:textId="77777777" w:rsidR="001D5CC5" w:rsidRDefault="001D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7092D" w14:textId="77777777" w:rsidR="001D5CC5" w:rsidRDefault="001D5CC5">
      <w:pPr>
        <w:spacing w:after="0" w:line="240" w:lineRule="auto"/>
      </w:pPr>
      <w:r>
        <w:separator/>
      </w:r>
    </w:p>
  </w:footnote>
  <w:footnote w:type="continuationSeparator" w:id="0">
    <w:p w14:paraId="4B2AFD6C" w14:textId="77777777" w:rsidR="001D5CC5" w:rsidRDefault="001D5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08076">
    <w:abstractNumId w:val="1"/>
  </w:num>
  <w:num w:numId="2" w16cid:durableId="1832333532">
    <w:abstractNumId w:val="7"/>
  </w:num>
  <w:num w:numId="3" w16cid:durableId="402334557">
    <w:abstractNumId w:val="3"/>
  </w:num>
  <w:num w:numId="4" w16cid:durableId="1514956565">
    <w:abstractNumId w:val="4"/>
  </w:num>
  <w:num w:numId="5" w16cid:durableId="1512837139">
    <w:abstractNumId w:val="0"/>
  </w:num>
  <w:num w:numId="6" w16cid:durableId="1924145250">
    <w:abstractNumId w:val="2"/>
  </w:num>
  <w:num w:numId="7" w16cid:durableId="348065376">
    <w:abstractNumId w:val="5"/>
  </w:num>
  <w:num w:numId="8" w16cid:durableId="8931530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3D"/>
    <w:rsid w:val="000075B1"/>
    <w:rsid w:val="000343F1"/>
    <w:rsid w:val="00035213"/>
    <w:rsid w:val="00035D05"/>
    <w:rsid w:val="00037060"/>
    <w:rsid w:val="00046E86"/>
    <w:rsid w:val="00052265"/>
    <w:rsid w:val="000602DC"/>
    <w:rsid w:val="00062ABF"/>
    <w:rsid w:val="00082B34"/>
    <w:rsid w:val="000A0623"/>
    <w:rsid w:val="000B1C10"/>
    <w:rsid w:val="000B6C96"/>
    <w:rsid w:val="000D3D0F"/>
    <w:rsid w:val="000D51E1"/>
    <w:rsid w:val="000F53F0"/>
    <w:rsid w:val="000F5A86"/>
    <w:rsid w:val="000F70CB"/>
    <w:rsid w:val="0010430C"/>
    <w:rsid w:val="00123784"/>
    <w:rsid w:val="00124A7F"/>
    <w:rsid w:val="0013165F"/>
    <w:rsid w:val="00135A11"/>
    <w:rsid w:val="0015392C"/>
    <w:rsid w:val="00170F5C"/>
    <w:rsid w:val="00182C5F"/>
    <w:rsid w:val="001B41F5"/>
    <w:rsid w:val="001C01A3"/>
    <w:rsid w:val="001C0A0B"/>
    <w:rsid w:val="001D5CC5"/>
    <w:rsid w:val="001E039B"/>
    <w:rsid w:val="001E38C2"/>
    <w:rsid w:val="001E74A6"/>
    <w:rsid w:val="001F1164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2179"/>
    <w:rsid w:val="003D72AA"/>
    <w:rsid w:val="003E495E"/>
    <w:rsid w:val="00400381"/>
    <w:rsid w:val="00411FBC"/>
    <w:rsid w:val="00422827"/>
    <w:rsid w:val="0043015A"/>
    <w:rsid w:val="00432141"/>
    <w:rsid w:val="00472E96"/>
    <w:rsid w:val="00476C03"/>
    <w:rsid w:val="00477814"/>
    <w:rsid w:val="00490C15"/>
    <w:rsid w:val="00491094"/>
    <w:rsid w:val="00496775"/>
    <w:rsid w:val="004B2911"/>
    <w:rsid w:val="004C354F"/>
    <w:rsid w:val="004C456E"/>
    <w:rsid w:val="004D2062"/>
    <w:rsid w:val="004D3725"/>
    <w:rsid w:val="004E2BDA"/>
    <w:rsid w:val="004E3B7E"/>
    <w:rsid w:val="0052220F"/>
    <w:rsid w:val="00522E2A"/>
    <w:rsid w:val="0052522D"/>
    <w:rsid w:val="00526B0F"/>
    <w:rsid w:val="0053107A"/>
    <w:rsid w:val="00554002"/>
    <w:rsid w:val="00561CA6"/>
    <w:rsid w:val="00587777"/>
    <w:rsid w:val="00591E0E"/>
    <w:rsid w:val="00591F0B"/>
    <w:rsid w:val="005A3091"/>
    <w:rsid w:val="005A5A93"/>
    <w:rsid w:val="005B5944"/>
    <w:rsid w:val="005D06AD"/>
    <w:rsid w:val="005F4A5C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93F89"/>
    <w:rsid w:val="00696C70"/>
    <w:rsid w:val="006A5A86"/>
    <w:rsid w:val="006C2FBF"/>
    <w:rsid w:val="006D3F9E"/>
    <w:rsid w:val="006D7D2E"/>
    <w:rsid w:val="006E516A"/>
    <w:rsid w:val="00702848"/>
    <w:rsid w:val="00707851"/>
    <w:rsid w:val="00725AFB"/>
    <w:rsid w:val="00726C87"/>
    <w:rsid w:val="0074533D"/>
    <w:rsid w:val="007467D7"/>
    <w:rsid w:val="00771B67"/>
    <w:rsid w:val="007C5C19"/>
    <w:rsid w:val="007F6A8F"/>
    <w:rsid w:val="008329D4"/>
    <w:rsid w:val="008524C1"/>
    <w:rsid w:val="008549D4"/>
    <w:rsid w:val="00856080"/>
    <w:rsid w:val="008835A5"/>
    <w:rsid w:val="008A45E8"/>
    <w:rsid w:val="008B4956"/>
    <w:rsid w:val="008C0CA2"/>
    <w:rsid w:val="008C129C"/>
    <w:rsid w:val="008E59BA"/>
    <w:rsid w:val="008F0A2E"/>
    <w:rsid w:val="008F538B"/>
    <w:rsid w:val="00906381"/>
    <w:rsid w:val="009101BB"/>
    <w:rsid w:val="00910A89"/>
    <w:rsid w:val="009128E0"/>
    <w:rsid w:val="009134DB"/>
    <w:rsid w:val="00920C01"/>
    <w:rsid w:val="009211CD"/>
    <w:rsid w:val="009259D7"/>
    <w:rsid w:val="00926E42"/>
    <w:rsid w:val="00931A11"/>
    <w:rsid w:val="009331D9"/>
    <w:rsid w:val="00944969"/>
    <w:rsid w:val="0096341C"/>
    <w:rsid w:val="00975417"/>
    <w:rsid w:val="00983F6B"/>
    <w:rsid w:val="009B0959"/>
    <w:rsid w:val="009C6817"/>
    <w:rsid w:val="009D2FB9"/>
    <w:rsid w:val="009E7B8F"/>
    <w:rsid w:val="009F75F6"/>
    <w:rsid w:val="00A41BFD"/>
    <w:rsid w:val="00A73FC5"/>
    <w:rsid w:val="00AA3FC8"/>
    <w:rsid w:val="00AA6866"/>
    <w:rsid w:val="00AB3078"/>
    <w:rsid w:val="00B00761"/>
    <w:rsid w:val="00B07BBB"/>
    <w:rsid w:val="00B21305"/>
    <w:rsid w:val="00B245C9"/>
    <w:rsid w:val="00B41877"/>
    <w:rsid w:val="00B61173"/>
    <w:rsid w:val="00B6752D"/>
    <w:rsid w:val="00B90BA8"/>
    <w:rsid w:val="00BA450E"/>
    <w:rsid w:val="00BB1687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A2DFD"/>
    <w:rsid w:val="00CA4718"/>
    <w:rsid w:val="00CB5AD8"/>
    <w:rsid w:val="00CD36E1"/>
    <w:rsid w:val="00CE1DDC"/>
    <w:rsid w:val="00CE5885"/>
    <w:rsid w:val="00CE738B"/>
    <w:rsid w:val="00CE786C"/>
    <w:rsid w:val="00CF431E"/>
    <w:rsid w:val="00D02177"/>
    <w:rsid w:val="00D3054B"/>
    <w:rsid w:val="00D430CD"/>
    <w:rsid w:val="00D439D6"/>
    <w:rsid w:val="00D53C92"/>
    <w:rsid w:val="00D85B9E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7044F"/>
    <w:rsid w:val="00E8364C"/>
    <w:rsid w:val="00E90D2F"/>
    <w:rsid w:val="00EA0CFB"/>
    <w:rsid w:val="00EA5FA1"/>
    <w:rsid w:val="00EB0535"/>
    <w:rsid w:val="00EB6CC3"/>
    <w:rsid w:val="00F16623"/>
    <w:rsid w:val="00F2269F"/>
    <w:rsid w:val="00F358C6"/>
    <w:rsid w:val="00F4152D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19B3"/>
    <w:rsid w:val="00FD5918"/>
    <w:rsid w:val="00FE129B"/>
    <w:rsid w:val="00FE3D62"/>
    <w:rsid w:val="00FF6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D2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D36E1"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D60508-BCBB-4240-9AAA-07AA3E2EC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849B19-A926-4681-936B-E2685193BC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18CDD4-C999-4E6C-BB4B-00471BE1FB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2024-07-29T07:04:00Z</dcterms:created>
  <dcterms:modified xsi:type="dcterms:W3CDTF">2024-07-31T16:42:00Z</dcterms:modified>
</cp:coreProperties>
</file>